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79" w:rsidRDefault="00586279">
      <w:bookmarkStart w:id="0" w:name="_GoBack"/>
      <w:bookmarkEnd w:id="0"/>
    </w:p>
    <w:p w:rsidR="00586279" w:rsidRDefault="0058627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47488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594995</wp:posOffset>
                </wp:positionV>
                <wp:extent cx="6057900" cy="15144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5F6" w:rsidRPr="00F80799" w:rsidRDefault="009175F6" w:rsidP="005862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07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PLACE INCIDENT OCCURRED</w:t>
                            </w:r>
                          </w:p>
                          <w:p w:rsidR="009175F6" w:rsidRDefault="00DD6124" w:rsidP="00586279">
                            <w:pPr>
                              <w:pStyle w:val="ListParagraph"/>
                            </w:pPr>
                            <w:sdt>
                              <w:sdtPr>
                                <w:id w:val="199429135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9175F6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9175F6">
                              <w:t xml:space="preserve">  RESTROOM</w:t>
                            </w:r>
                            <w:r w:rsidR="009175F6">
                              <w:tab/>
                            </w:r>
                            <w:r w:rsidR="009175F6">
                              <w:tab/>
                            </w:r>
                            <w:r w:rsidR="009175F6">
                              <w:tab/>
                            </w:r>
                            <w:sdt>
                              <w:sdtPr>
                                <w:id w:val="14594256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9175F6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9175F6">
                              <w:t xml:space="preserve">  CLASS (Rm #________)</w:t>
                            </w:r>
                            <w:r w:rsidR="009175F6">
                              <w:tab/>
                            </w:r>
                            <w:sdt>
                              <w:sdtPr>
                                <w:id w:val="-203804217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9175F6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9175F6">
                              <w:t xml:space="preserve">  MUSIC ROOM</w:t>
                            </w:r>
                          </w:p>
                          <w:p w:rsidR="009175F6" w:rsidRDefault="00DD6124" w:rsidP="00586279">
                            <w:pPr>
                              <w:ind w:firstLine="720"/>
                            </w:pPr>
                            <w:sdt>
                              <w:sdtPr>
                                <w:id w:val="132501574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9175F6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9175F6">
                              <w:t xml:space="preserve">  LOCKER ROOM</w:t>
                            </w:r>
                            <w:r w:rsidR="009175F6">
                              <w:tab/>
                            </w:r>
                            <w:r w:rsidR="009175F6">
                              <w:tab/>
                            </w:r>
                            <w:sdt>
                              <w:sdtPr>
                                <w:rPr>
                                  <w:rFonts w:ascii="MS Gothic" w:eastAsia="MS Gothic" w:hAnsi="MS Gothic"/>
                                </w:rPr>
                                <w:id w:val="206067246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9175F6" w:rsidRPr="00586279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9175F6">
                              <w:rPr>
                                <w:rFonts w:ascii="MS Gothic" w:eastAsia="MS Gothic" w:hAnsi="MS Gothic"/>
                              </w:rPr>
                              <w:t xml:space="preserve"> </w:t>
                            </w:r>
                            <w:r w:rsidR="009175F6">
                              <w:t>PARKING LOT</w:t>
                            </w:r>
                            <w:r w:rsidR="009175F6">
                              <w:tab/>
                            </w:r>
                            <w:r w:rsidR="009175F6">
                              <w:tab/>
                            </w:r>
                            <w:sdt>
                              <w:sdtPr>
                                <w:rPr>
                                  <w:rFonts w:ascii="MS Gothic" w:eastAsia="MS Gothic" w:hAnsi="MS Gothic"/>
                                </w:rPr>
                                <w:id w:val="101850896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9175F6" w:rsidRPr="00586279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9175F6">
                              <w:t xml:space="preserve">  GYM</w:t>
                            </w:r>
                          </w:p>
                          <w:p w:rsidR="009175F6" w:rsidRDefault="00DD6124" w:rsidP="00586279">
                            <w:pPr>
                              <w:pStyle w:val="ListParagraph"/>
                            </w:pPr>
                            <w:sdt>
                              <w:sdtPr>
                                <w:id w:val="-23031826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9175F6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9175F6">
                              <w:t xml:space="preserve">  BUS</w:t>
                            </w:r>
                            <w:r w:rsidR="009175F6">
                              <w:tab/>
                            </w:r>
                            <w:r w:rsidR="009175F6">
                              <w:tab/>
                            </w:r>
                            <w:r w:rsidR="009175F6">
                              <w:tab/>
                            </w:r>
                            <w:r w:rsidR="009175F6">
                              <w:tab/>
                            </w:r>
                            <w:sdt>
                              <w:sdtPr>
                                <w:id w:val="25918821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9175F6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9175F6">
                              <w:t xml:space="preserve">  HALLWAY</w:t>
                            </w:r>
                            <w:r w:rsidR="009175F6">
                              <w:tab/>
                            </w:r>
                            <w:r w:rsidR="009175F6">
                              <w:tab/>
                            </w:r>
                            <w:r w:rsidR="009175F6">
                              <w:tab/>
                            </w:r>
                            <w:sdt>
                              <w:sdtPr>
                                <w:id w:val="-163540152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9175F6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9175F6">
                              <w:t xml:space="preserve">  OTHER:</w:t>
                            </w:r>
                          </w:p>
                          <w:p w:rsidR="009175F6" w:rsidRDefault="00DD6124" w:rsidP="00586279">
                            <w:pPr>
                              <w:pStyle w:val="ListParagraph"/>
                            </w:pPr>
                            <w:sdt>
                              <w:sdtPr>
                                <w:id w:val="169627425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9175F6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9175F6">
                              <w:t xml:space="preserve">  LUNCH ROOM</w:t>
                            </w:r>
                            <w:r w:rsidR="009175F6">
                              <w:tab/>
                            </w:r>
                            <w:r w:rsidR="009175F6">
                              <w:tab/>
                            </w:r>
                            <w:sdt>
                              <w:sdtPr>
                                <w:id w:val="-82489006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9175F6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9175F6">
                              <w:t xml:space="preserve">  LIBRARY</w:t>
                            </w:r>
                            <w:r w:rsidR="009175F6">
                              <w:tab/>
                            </w:r>
                            <w:r w:rsidR="009175F6">
                              <w:tab/>
                            </w:r>
                            <w:r w:rsidR="009175F6">
                              <w:tab/>
                              <w:t>_____________________</w:t>
                            </w:r>
                          </w:p>
                          <w:p w:rsidR="009175F6" w:rsidRDefault="009175F6" w:rsidP="00586279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5pt;margin-top:46.85pt;width:477pt;height:119.25pt;z-index:251647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">
                <v:textbox>
                  <w:txbxContent>
                    <w:p w:rsidR="009175F6" w:rsidRPr="00F80799" w:rsidRDefault="009175F6" w:rsidP="0058627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07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PLACE INCIDENT OCCURRED</w:t>
                      </w:r>
                    </w:p>
                    <w:p w:rsidR="009175F6" w:rsidRDefault="009175F6" w:rsidP="00586279">
                      <w:pPr>
                        <w:pStyle w:val="ListParagraph"/>
                      </w:pPr>
                      <w:sdt>
                        <w:sdtPr>
                          <w:id w:val="199429135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>
                        <w:t xml:space="preserve">  RESTROOM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sdt>
                        <w:sdtPr>
                          <w:id w:val="14594256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>
                        <w:t xml:space="preserve">  CLASS (Rm #________)</w:t>
                      </w:r>
                      <w:r>
                        <w:tab/>
                      </w:r>
                      <w:sdt>
                        <w:sdtPr>
                          <w:id w:val="-203804217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>
                        <w:t xml:space="preserve">  MUSIC ROOM</w:t>
                      </w:r>
                    </w:p>
                    <w:p w:rsidR="009175F6" w:rsidRDefault="009175F6" w:rsidP="00586279">
                      <w:pPr>
                        <w:ind w:firstLine="720"/>
                      </w:pPr>
                      <w:sdt>
                        <w:sdtPr>
                          <w:id w:val="132501574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>
                        <w:t xml:space="preserve">  LOCKER ROOM</w:t>
                      </w:r>
                      <w:r>
                        <w:tab/>
                      </w:r>
                      <w:r>
                        <w:tab/>
                      </w:r>
                      <w:sdt>
                        <w:sdtPr>
                          <w:rPr>
                            <w:rFonts w:ascii="MS Gothic" w:eastAsia="MS Gothic" w:hAnsi="MS Gothic"/>
                          </w:rPr>
                          <w:id w:val="206067246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586279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ascii="MS Gothic" w:eastAsia="MS Gothic" w:hAnsi="MS Gothic"/>
                        </w:rPr>
                        <w:t xml:space="preserve"> </w:t>
                      </w:r>
                      <w:r>
                        <w:t>PARKING LOT</w:t>
                      </w:r>
                      <w:r>
                        <w:tab/>
                      </w:r>
                      <w:r>
                        <w:tab/>
                      </w:r>
                      <w:sdt>
                        <w:sdtPr>
                          <w:rPr>
                            <w:rFonts w:ascii="MS Gothic" w:eastAsia="MS Gothic" w:hAnsi="MS Gothic"/>
                          </w:rPr>
                          <w:id w:val="101850896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586279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>
                        <w:t xml:space="preserve">  GYM</w:t>
                      </w:r>
                    </w:p>
                    <w:p w:rsidR="009175F6" w:rsidRDefault="009175F6" w:rsidP="00586279">
                      <w:pPr>
                        <w:pStyle w:val="ListParagraph"/>
                      </w:pPr>
                      <w:sdt>
                        <w:sdtPr>
                          <w:id w:val="-23031826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>
                        <w:t xml:space="preserve">  BUS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sdt>
                        <w:sdtPr>
                          <w:id w:val="25918821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>
                        <w:t xml:space="preserve">  HALLWAY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sdt>
                        <w:sdtPr>
                          <w:id w:val="-163540152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>
                        <w:t xml:space="preserve">  OTHER:</w:t>
                      </w:r>
                    </w:p>
                    <w:p w:rsidR="009175F6" w:rsidRDefault="009175F6" w:rsidP="00586279">
                      <w:pPr>
                        <w:pStyle w:val="ListParagraph"/>
                      </w:pPr>
                      <w:sdt>
                        <w:sdtPr>
                          <w:id w:val="169627425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>
                        <w:t xml:space="preserve">  LUNCH ROOM</w:t>
                      </w:r>
                      <w:r>
                        <w:tab/>
                      </w:r>
                      <w:r>
                        <w:tab/>
                      </w:r>
                      <w:sdt>
                        <w:sdtPr>
                          <w:id w:val="-82489006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>
                        <w:t xml:space="preserve">  LIBRARY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_____________________</w:t>
                      </w:r>
                    </w:p>
                    <w:p w:rsidR="009175F6" w:rsidRDefault="009175F6" w:rsidP="00586279">
                      <w:pPr>
                        <w:pStyle w:val="ListParagrap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t>____________________________</w:t>
      </w:r>
      <w:r>
        <w:tab/>
        <w:t>_____________________</w:t>
      </w:r>
      <w:r>
        <w:tab/>
        <w:t>__________________________</w:t>
      </w:r>
      <w:r>
        <w:tab/>
        <w:t xml:space="preserve">Student Reporting </w:t>
      </w:r>
      <w:r>
        <w:tab/>
      </w:r>
      <w:r>
        <w:tab/>
        <w:t>Date &amp; Time of Incident</w:t>
      </w:r>
      <w:r>
        <w:tab/>
      </w:r>
      <w:r>
        <w:tab/>
        <w:t>Student Being Reported</w:t>
      </w:r>
    </w:p>
    <w:p w:rsidR="00586279" w:rsidRDefault="001C003A" w:rsidP="00A361EE">
      <w:pPr>
        <w:jc w:val="center"/>
      </w:pPr>
      <w:r w:rsidRPr="00F80799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3594735</wp:posOffset>
                </wp:positionV>
                <wp:extent cx="6086475" cy="2619375"/>
                <wp:effectExtent l="0" t="0" r="28575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619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5F6" w:rsidRPr="00427357" w:rsidRDefault="009175F6" w:rsidP="00E15762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42735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ADDITIONAL DETAILS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– Please describe the incidents with as much description as possible, and explain why you consider it harassment/discrimination. Include the names of witnesse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9175F6" w:rsidRPr="00427357" w:rsidRDefault="009175F6" w:rsidP="0042735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175F6" w:rsidRPr="00427357" w:rsidRDefault="009175F6" w:rsidP="0042735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27" type="#_x0000_t202" style="position:absolute;left:0;text-align:left;margin-left:-6pt;margin-top:283.05pt;width:479.25pt;height:206.2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">
                <v:textbox>
                  <w:txbxContent>
                    <w:p w:rsidR="009175F6" w:rsidRPr="00427357" w:rsidRDefault="009175F6" w:rsidP="00E15762">
                      <w:pPr>
                        <w:spacing w:line="36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42735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ADDITIONAL DETAILS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– Please describe the incidents with as much description as possible, and explain why you consider it harassment/discrimination. Include the names of witnesse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9175F6" w:rsidRPr="00427357" w:rsidRDefault="009175F6" w:rsidP="00427357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9175F6" w:rsidRPr="00427357" w:rsidRDefault="009175F6" w:rsidP="00427357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361EE" w:rsidRPr="00F80799">
        <w:rPr>
          <w:rFonts w:ascii="Times New Roman" w:hAnsi="Times New Roman" w:cs="Times New Roman"/>
          <w:b/>
          <w:sz w:val="24"/>
          <w:szCs w:val="24"/>
        </w:rPr>
        <w:t>BEHAVIOR REPORTED</w:t>
      </w:r>
      <w:r w:rsidR="00A361EE">
        <w:t xml:space="preserve"> (check all areas that apply)</w:t>
      </w:r>
    </w:p>
    <w:tbl>
      <w:tblPr>
        <w:tblStyle w:val="TableGrid"/>
        <w:tblW w:w="9540" w:type="dxa"/>
        <w:tblInd w:w="-95" w:type="dxa"/>
        <w:tblLook w:val="04A0" w:firstRow="1" w:lastRow="0" w:firstColumn="1" w:lastColumn="0" w:noHBand="0" w:noVBand="1"/>
      </w:tblPr>
      <w:tblGrid>
        <w:gridCol w:w="2435"/>
        <w:gridCol w:w="2335"/>
        <w:gridCol w:w="2335"/>
        <w:gridCol w:w="2435"/>
      </w:tblGrid>
      <w:tr w:rsidR="00A361EE" w:rsidTr="001C003A">
        <w:trPr>
          <w:trHeight w:val="2213"/>
        </w:trPr>
        <w:tc>
          <w:tcPr>
            <w:tcW w:w="2435" w:type="dxa"/>
          </w:tcPr>
          <w:p w:rsidR="00A361EE" w:rsidRDefault="00A361EE" w:rsidP="00A361EE">
            <w:pPr>
              <w:jc w:val="center"/>
            </w:pPr>
            <w:r>
              <w:t>PHYSICAL</w:t>
            </w:r>
          </w:p>
          <w:p w:rsidR="00427357" w:rsidRDefault="00427357" w:rsidP="00A361EE">
            <w:pPr>
              <w:jc w:val="center"/>
            </w:pPr>
          </w:p>
          <w:p w:rsidR="00A361EE" w:rsidRDefault="00DD6124" w:rsidP="00427357">
            <w:sdt>
              <w:sdtPr>
                <w:id w:val="1173227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3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7357">
              <w:t>Damaging property</w:t>
            </w:r>
          </w:p>
          <w:p w:rsidR="00427357" w:rsidRDefault="00DD6124" w:rsidP="00427357">
            <w:sdt>
              <w:sdtPr>
                <w:id w:val="-19317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3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7357">
              <w:t>Pushing/Hitting</w:t>
            </w:r>
          </w:p>
          <w:p w:rsidR="00427357" w:rsidRDefault="00DD6124" w:rsidP="00427357">
            <w:sdt>
              <w:sdtPr>
                <w:id w:val="-905451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3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7357">
              <w:t>Other ____________</w:t>
            </w:r>
          </w:p>
          <w:p w:rsidR="00A361EE" w:rsidRDefault="00A361EE" w:rsidP="00427357"/>
          <w:p w:rsidR="00A361EE" w:rsidRDefault="00A361EE" w:rsidP="00A361EE">
            <w:pPr>
              <w:jc w:val="center"/>
            </w:pPr>
          </w:p>
        </w:tc>
        <w:tc>
          <w:tcPr>
            <w:tcW w:w="2335" w:type="dxa"/>
          </w:tcPr>
          <w:p w:rsidR="00A361EE" w:rsidRDefault="00A361EE" w:rsidP="00A361EE">
            <w:pPr>
              <w:jc w:val="center"/>
            </w:pPr>
            <w:r>
              <w:t>VERBAL</w:t>
            </w:r>
          </w:p>
          <w:p w:rsidR="00427357" w:rsidRDefault="00427357" w:rsidP="00A361EE">
            <w:pPr>
              <w:jc w:val="center"/>
            </w:pPr>
          </w:p>
          <w:p w:rsidR="00427357" w:rsidRDefault="00DD6124" w:rsidP="00427357">
            <w:sdt>
              <w:sdtPr>
                <w:id w:val="553981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3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7357">
              <w:t>Name-calling</w:t>
            </w:r>
          </w:p>
          <w:p w:rsidR="00427357" w:rsidRDefault="00DD6124" w:rsidP="00427357">
            <w:sdt>
              <w:sdtPr>
                <w:id w:val="-1021855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3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7357">
              <w:t>Threats</w:t>
            </w:r>
          </w:p>
          <w:p w:rsidR="00427357" w:rsidRDefault="00DD6124" w:rsidP="00427357">
            <w:sdt>
              <w:sdtPr>
                <w:id w:val="1039867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3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7357">
              <w:t>Rumors</w:t>
            </w:r>
          </w:p>
          <w:p w:rsidR="00427357" w:rsidRDefault="00DD6124" w:rsidP="00427357">
            <w:sdt>
              <w:sdtPr>
                <w:id w:val="123671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3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7357">
              <w:t>Mean Teasing</w:t>
            </w:r>
          </w:p>
          <w:p w:rsidR="00427357" w:rsidRDefault="00DD6124" w:rsidP="00427357">
            <w:sdt>
              <w:sdtPr>
                <w:id w:val="108482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3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7357">
              <w:t>Other ____________</w:t>
            </w:r>
          </w:p>
          <w:p w:rsidR="00427357" w:rsidRDefault="00427357" w:rsidP="00427357"/>
        </w:tc>
        <w:tc>
          <w:tcPr>
            <w:tcW w:w="2335" w:type="dxa"/>
          </w:tcPr>
          <w:p w:rsidR="00A361EE" w:rsidRDefault="00A361EE" w:rsidP="00A361EE">
            <w:pPr>
              <w:jc w:val="center"/>
            </w:pPr>
            <w:r>
              <w:t>NON-VERBAL</w:t>
            </w:r>
          </w:p>
          <w:p w:rsidR="00427357" w:rsidRDefault="00427357" w:rsidP="00427357"/>
          <w:p w:rsidR="00427357" w:rsidRDefault="00DD6124" w:rsidP="00427357">
            <w:sdt>
              <w:sdtPr>
                <w:id w:val="-1754114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3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7357">
              <w:t>Stare-downs</w:t>
            </w:r>
          </w:p>
          <w:p w:rsidR="00427357" w:rsidRDefault="00DD6124" w:rsidP="00427357">
            <w:sdt>
              <w:sdtPr>
                <w:id w:val="-1755278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3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7357">
              <w:t>Gestures</w:t>
            </w:r>
          </w:p>
          <w:p w:rsidR="00427357" w:rsidRDefault="00DD6124" w:rsidP="00427357">
            <w:sdt>
              <w:sdtPr>
                <w:id w:val="2710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3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7357">
              <w:t>Other ____________</w:t>
            </w:r>
          </w:p>
        </w:tc>
        <w:tc>
          <w:tcPr>
            <w:tcW w:w="2435" w:type="dxa"/>
          </w:tcPr>
          <w:p w:rsidR="00A361EE" w:rsidRDefault="00A361EE" w:rsidP="00A361EE">
            <w:pPr>
              <w:jc w:val="center"/>
            </w:pPr>
            <w:r>
              <w:t>SOCIAL</w:t>
            </w:r>
          </w:p>
          <w:p w:rsidR="00427357" w:rsidRDefault="00427357" w:rsidP="00427357"/>
          <w:p w:rsidR="00427357" w:rsidRDefault="00DD6124" w:rsidP="00427357">
            <w:pPr>
              <w:ind w:left="286" w:hanging="286"/>
            </w:pPr>
            <w:sdt>
              <w:sdtPr>
                <w:id w:val="2083176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3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7357">
              <w:t>Leaving out on                         purpose</w:t>
            </w:r>
          </w:p>
          <w:p w:rsidR="00427357" w:rsidRDefault="00DD6124" w:rsidP="00427357">
            <w:pPr>
              <w:ind w:left="286" w:hanging="286"/>
            </w:pPr>
            <w:sdt>
              <w:sdtPr>
                <w:id w:val="741604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3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7357">
              <w:t>Encouraging others to avoid person</w:t>
            </w:r>
          </w:p>
          <w:p w:rsidR="00427357" w:rsidRDefault="00DD6124" w:rsidP="00427357">
            <w:sdt>
              <w:sdtPr>
                <w:id w:val="682637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3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7357">
              <w:t>Other ____________</w:t>
            </w:r>
          </w:p>
        </w:tc>
      </w:tr>
    </w:tbl>
    <w:p w:rsidR="00427A04" w:rsidRDefault="009175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Why do you think this occurred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?_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</w:t>
      </w:r>
    </w:p>
    <w:p w:rsidR="009175F6" w:rsidRDefault="009175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</w:t>
      </w:r>
    </w:p>
    <w:p w:rsidR="009175F6" w:rsidRDefault="009175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Did a physical injury result from this incident? If yes, please describe.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id w:val="1786765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b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b/>
          <w:sz w:val="24"/>
          <w:szCs w:val="24"/>
        </w:rPr>
        <w:t xml:space="preserve"> Yes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sdt>
        <w:sdtPr>
          <w:rPr>
            <w:rFonts w:ascii="Times New Roman" w:hAnsi="Times New Roman" w:cs="Times New Roman"/>
            <w:b/>
            <w:sz w:val="24"/>
            <w:szCs w:val="24"/>
          </w:rPr>
          <w:id w:val="-1755202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b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b/>
          <w:sz w:val="24"/>
          <w:szCs w:val="24"/>
        </w:rPr>
        <w:t xml:space="preserve"> No</w:t>
      </w:r>
    </w:p>
    <w:p w:rsidR="009175F6" w:rsidRDefault="009175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9175F6" w:rsidRDefault="00DF725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Were you or another student</w:t>
      </w:r>
      <w:r w:rsidR="009175F6">
        <w:rPr>
          <w:rFonts w:ascii="Times New Roman" w:hAnsi="Times New Roman" w:cs="Times New Roman"/>
          <w:b/>
          <w:sz w:val="24"/>
          <w:szCs w:val="24"/>
        </w:rPr>
        <w:t xml:space="preserve"> absent from school as a result of the incident?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id w:val="674147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75F6">
            <w:rPr>
              <w:rFonts w:ascii="MS Gothic" w:eastAsia="MS Gothic" w:hAnsi="MS Gothic" w:cs="Times New Roman" w:hint="eastAsia"/>
              <w:b/>
              <w:sz w:val="24"/>
              <w:szCs w:val="24"/>
            </w:rPr>
            <w:t>☐</w:t>
          </w:r>
        </w:sdtContent>
      </w:sdt>
      <w:r w:rsidR="009175F6">
        <w:rPr>
          <w:rFonts w:ascii="Times New Roman" w:hAnsi="Times New Roman" w:cs="Times New Roman"/>
          <w:b/>
          <w:sz w:val="24"/>
          <w:szCs w:val="24"/>
        </w:rPr>
        <w:t xml:space="preserve"> Yes</w:t>
      </w:r>
      <w:r w:rsidR="009175F6">
        <w:rPr>
          <w:rFonts w:ascii="Times New Roman" w:hAnsi="Times New Roman" w:cs="Times New Roman"/>
          <w:b/>
          <w:sz w:val="24"/>
          <w:szCs w:val="24"/>
        </w:rPr>
        <w:tab/>
      </w:r>
      <w:sdt>
        <w:sdtPr>
          <w:rPr>
            <w:rFonts w:ascii="Times New Roman" w:hAnsi="Times New Roman" w:cs="Times New Roman"/>
            <w:b/>
            <w:sz w:val="24"/>
            <w:szCs w:val="24"/>
          </w:rPr>
          <w:id w:val="580108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75F6">
            <w:rPr>
              <w:rFonts w:ascii="MS Gothic" w:eastAsia="MS Gothic" w:hAnsi="MS Gothic" w:cs="Times New Roman" w:hint="eastAsia"/>
              <w:b/>
              <w:sz w:val="24"/>
              <w:szCs w:val="24"/>
            </w:rPr>
            <w:t>☐</w:t>
          </w:r>
        </w:sdtContent>
      </w:sdt>
      <w:r w:rsidR="009175F6">
        <w:rPr>
          <w:rFonts w:ascii="Times New Roman" w:hAnsi="Times New Roman" w:cs="Times New Roman"/>
          <w:b/>
          <w:sz w:val="24"/>
          <w:szCs w:val="24"/>
        </w:rPr>
        <w:t xml:space="preserve"> No  </w:t>
      </w:r>
    </w:p>
    <w:p w:rsidR="009175F6" w:rsidRDefault="009175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If yes, please describe.</w:t>
      </w:r>
      <w:r w:rsidRPr="009175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 ____________________________________________________________________________________________________________________________________________________________</w:t>
      </w:r>
    </w:p>
    <w:p w:rsidR="009175F6" w:rsidRDefault="009175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Are there any note, pictures, texts, screen shots or other evidence of the event(s) you are reporting?</w:t>
      </w:r>
      <w:r w:rsidRPr="009175F6">
        <w:rPr>
          <w:rFonts w:ascii="Times New Roman" w:hAnsi="Times New Roman" w:cs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id w:val="2124335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b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b/>
          <w:sz w:val="24"/>
          <w:szCs w:val="24"/>
        </w:rPr>
        <w:t xml:space="preserve"> Yes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sdt>
        <w:sdtPr>
          <w:rPr>
            <w:rFonts w:ascii="Times New Roman" w:hAnsi="Times New Roman" w:cs="Times New Roman"/>
            <w:b/>
            <w:sz w:val="24"/>
            <w:szCs w:val="24"/>
          </w:rPr>
          <w:id w:val="876820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b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b/>
          <w:sz w:val="24"/>
          <w:szCs w:val="24"/>
        </w:rPr>
        <w:t xml:space="preserve"> No</w:t>
      </w:r>
    </w:p>
    <w:p w:rsidR="009175F6" w:rsidRDefault="009175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Is there any additional information that you can add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?_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_______________________________ ____________________________________________________________________________________________________________________________________________________________</w:t>
      </w:r>
    </w:p>
    <w:p w:rsidR="00427A04" w:rsidRDefault="00427A04">
      <w:pPr>
        <w:rPr>
          <w:rFonts w:ascii="Times New Roman" w:hAnsi="Times New Roman" w:cs="Times New Roman"/>
          <w:b/>
          <w:sz w:val="24"/>
          <w:szCs w:val="24"/>
        </w:rPr>
      </w:pPr>
    </w:p>
    <w:p w:rsidR="00E15762" w:rsidRPr="00E15762" w:rsidRDefault="009175F6" w:rsidP="00E15762">
      <w:r w:rsidRPr="00F80799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519430</wp:posOffset>
                </wp:positionV>
                <wp:extent cx="6105525" cy="4953000"/>
                <wp:effectExtent l="0" t="0" r="2857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495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5F6" w:rsidRDefault="009175F6" w:rsidP="00E15762">
                            <w:pPr>
                              <w:shd w:val="clear" w:color="auto" w:fill="D9D9D9" w:themeFill="background1" w:themeFillShade="D9"/>
                              <w:spacing w:line="360" w:lineRule="auto"/>
                              <w:contextualSpacing/>
                            </w:pPr>
                            <w:r>
                              <w:t>This report was reviewed by: _____________________________</w:t>
                            </w:r>
                            <w:r>
                              <w:tab/>
                              <w:t>Date</w:t>
                            </w:r>
                            <w:proofErr w:type="gramStart"/>
                            <w:r>
                              <w:t>:_</w:t>
                            </w:r>
                            <w:proofErr w:type="gramEnd"/>
                            <w:r>
                              <w:t>____________________ Other reports or incidents related to this incident: _______________________________</w:t>
                            </w:r>
                            <w:r>
                              <w:tab/>
                            </w:r>
                            <w:r>
                              <w:tab/>
                              <w:t xml:space="preserve">     After review, it is determined that the incident is: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</w:t>
                            </w:r>
                            <w:sdt>
                              <w:sdtPr>
                                <w:id w:val="-105979204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t>Informal complaint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sdt>
                              <w:sdtPr>
                                <w:id w:val="-78897077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5B67D4">
                              <w:rPr>
                                <w:rFonts w:eastAsia="MS Gothic" w:cstheme="minorHAnsi"/>
                              </w:rPr>
                              <w:t>F</w:t>
                            </w:r>
                            <w:r>
                              <w:t xml:space="preserve">ormal complaint – forwarded to Title IX as formal harassment. </w:t>
                            </w:r>
                            <w:r w:rsidRPr="00F807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ACTION TAKEN</w:t>
                            </w:r>
                            <w:r>
                              <w:t xml:space="preserve">: </w:t>
                            </w:r>
                            <w:r w:rsidRPr="00A27FC4">
                              <w:t>_</w:t>
                            </w: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E15762"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28" type="#_x0000_t202" style="position:absolute;margin-left:0;margin-top:40.9pt;width:480.75pt;height:390pt;z-index:2516679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">
                <v:textbox>
                  <w:txbxContent>
                    <w:p w:rsidR="009175F6" w:rsidRDefault="009175F6" w:rsidP="00E15762">
                      <w:pPr>
                        <w:shd w:val="clear" w:color="auto" w:fill="D9D9D9" w:themeFill="background1" w:themeFillShade="D9"/>
                        <w:spacing w:line="360" w:lineRule="auto"/>
                        <w:contextualSpacing/>
                      </w:pPr>
                      <w:r>
                        <w:t>This report was reviewed by: _____________________________</w:t>
                      </w:r>
                      <w:r>
                        <w:tab/>
                        <w:t>Date</w:t>
                      </w:r>
                      <w:proofErr w:type="gramStart"/>
                      <w:r>
                        <w:t>:_</w:t>
                      </w:r>
                      <w:proofErr w:type="gramEnd"/>
                      <w:r>
                        <w:t>____________________ Other reports or incidents related to this incident: _______________________________</w:t>
                      </w:r>
                      <w:r>
                        <w:tab/>
                      </w:r>
                      <w:r>
                        <w:tab/>
                        <w:t xml:space="preserve">     After review, it is determined that the incident is: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</w:t>
                      </w:r>
                      <w:sdt>
                        <w:sdtPr>
                          <w:id w:val="-105979204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>
                        <w:t>Informal complaint</w:t>
                      </w:r>
                      <w:r>
                        <w:tab/>
                      </w:r>
                      <w:r>
                        <w:tab/>
                      </w:r>
                      <w:sdt>
                        <w:sdtPr>
                          <w:id w:val="-78897077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5B67D4">
                        <w:rPr>
                          <w:rFonts w:eastAsia="MS Gothic" w:cstheme="minorHAnsi"/>
                        </w:rPr>
                        <w:t>F</w:t>
                      </w:r>
                      <w:r>
                        <w:t xml:space="preserve">ormal complaint – forwarded to Title IX as formal harassment. </w:t>
                      </w:r>
                      <w:r w:rsidRPr="00F807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ACTION TAKEN</w:t>
                      </w:r>
                      <w:r>
                        <w:t xml:space="preserve">: </w:t>
                      </w:r>
                      <w:r w:rsidRPr="00A27FC4">
                        <w:t>_</w:t>
                      </w: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E15762"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E4E7D" w:rsidRPr="00F80799">
        <w:rPr>
          <w:rFonts w:ascii="Times New Roman" w:hAnsi="Times New Roman" w:cs="Times New Roman"/>
          <w:b/>
          <w:sz w:val="24"/>
          <w:szCs w:val="24"/>
        </w:rPr>
        <w:t>FOR ADMINISTRATIVE USE ONLY</w:t>
      </w:r>
      <w:r w:rsidR="00DE4E7D">
        <w:rPr>
          <w:sz w:val="24"/>
          <w:szCs w:val="24"/>
        </w:rPr>
        <w:t>:</w:t>
      </w:r>
    </w:p>
    <w:p w:rsidR="00E15762" w:rsidRDefault="00E15762" w:rsidP="00B76667">
      <w:pPr>
        <w:shd w:val="clear" w:color="auto" w:fill="FFFFFF" w:themeFill="background1"/>
        <w:rPr>
          <w:rFonts w:ascii="Times New Roman" w:hAnsi="Times New Roman" w:cs="Times New Roman"/>
          <w:b/>
          <w:sz w:val="24"/>
          <w:szCs w:val="24"/>
        </w:rPr>
      </w:pPr>
    </w:p>
    <w:p w:rsidR="0011000C" w:rsidRDefault="00B76667" w:rsidP="00B76667">
      <w:pPr>
        <w:shd w:val="clear" w:color="auto" w:fill="FFFFFF" w:themeFill="background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Student Reporting Signature: _______________________________ Date: _______________</w:t>
      </w:r>
    </w:p>
    <w:p w:rsidR="00586279" w:rsidRDefault="00B76667" w:rsidP="00E15762">
      <w:pPr>
        <w:shd w:val="clear" w:color="auto" w:fill="FFFFFF" w:themeFill="background1"/>
      </w:pPr>
      <w:r>
        <w:rPr>
          <w:rFonts w:ascii="Times New Roman" w:hAnsi="Times New Roman" w:cs="Times New Roman"/>
          <w:b/>
          <w:sz w:val="24"/>
          <w:szCs w:val="24"/>
        </w:rPr>
        <w:t>Administrative Signature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_________________________________Date:_______________</w:t>
      </w:r>
      <w:r w:rsidR="00E15762">
        <w:rPr>
          <w:rFonts w:ascii="Times New Roman" w:hAnsi="Times New Roman" w:cs="Times New Roman"/>
          <w:b/>
          <w:sz w:val="24"/>
          <w:szCs w:val="24"/>
        </w:rPr>
        <w:t>_</w:t>
      </w:r>
      <w:r w:rsidR="00E15762">
        <w:t xml:space="preserve"> </w:t>
      </w:r>
    </w:p>
    <w:sectPr w:rsidR="00586279" w:rsidSect="00B76667">
      <w:headerReference w:type="first" r:id="rId9"/>
      <w:pgSz w:w="12240" w:h="15840"/>
      <w:pgMar w:top="990" w:right="1440" w:bottom="540" w:left="144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5F6" w:rsidRDefault="009175F6" w:rsidP="00714186">
      <w:pPr>
        <w:spacing w:after="0" w:line="240" w:lineRule="auto"/>
      </w:pPr>
      <w:r>
        <w:separator/>
      </w:r>
    </w:p>
  </w:endnote>
  <w:endnote w:type="continuationSeparator" w:id="0">
    <w:p w:rsidR="009175F6" w:rsidRDefault="009175F6" w:rsidP="00714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5F6" w:rsidRDefault="009175F6" w:rsidP="00714186">
      <w:pPr>
        <w:spacing w:after="0" w:line="240" w:lineRule="auto"/>
      </w:pPr>
      <w:r>
        <w:separator/>
      </w:r>
    </w:p>
  </w:footnote>
  <w:footnote w:type="continuationSeparator" w:id="0">
    <w:p w:rsidR="009175F6" w:rsidRDefault="009175F6" w:rsidP="00714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5F6" w:rsidRDefault="009175F6" w:rsidP="0011000C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SELKIRK SCHOOL DISTRICT</w:t>
    </w:r>
  </w:p>
  <w:p w:rsidR="009175F6" w:rsidRDefault="009175F6" w:rsidP="0011000C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INCIDENT REPORT</w:t>
    </w:r>
  </w:p>
  <w:p w:rsidR="009175F6" w:rsidRPr="0011000C" w:rsidRDefault="009175F6" w:rsidP="0011000C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  <w:t>HARASSMENT &amp; DISCRIMINATION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25CED"/>
    <w:multiLevelType w:val="hybridMultilevel"/>
    <w:tmpl w:val="836C33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186"/>
    <w:rsid w:val="00054878"/>
    <w:rsid w:val="000A1CCC"/>
    <w:rsid w:val="0011000C"/>
    <w:rsid w:val="001460B7"/>
    <w:rsid w:val="001C003A"/>
    <w:rsid w:val="00427357"/>
    <w:rsid w:val="00427A04"/>
    <w:rsid w:val="00452AA8"/>
    <w:rsid w:val="00586279"/>
    <w:rsid w:val="005B67D4"/>
    <w:rsid w:val="00714186"/>
    <w:rsid w:val="009175F6"/>
    <w:rsid w:val="0095624E"/>
    <w:rsid w:val="00A27FC4"/>
    <w:rsid w:val="00A361EE"/>
    <w:rsid w:val="00B0395C"/>
    <w:rsid w:val="00B76667"/>
    <w:rsid w:val="00CE2A13"/>
    <w:rsid w:val="00D64274"/>
    <w:rsid w:val="00DD6124"/>
    <w:rsid w:val="00DE4E7D"/>
    <w:rsid w:val="00DF7252"/>
    <w:rsid w:val="00E15762"/>
    <w:rsid w:val="00F8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41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186"/>
  </w:style>
  <w:style w:type="paragraph" w:styleId="Footer">
    <w:name w:val="footer"/>
    <w:basedOn w:val="Normal"/>
    <w:link w:val="FooterChar"/>
    <w:uiPriority w:val="99"/>
    <w:unhideWhenUsed/>
    <w:rsid w:val="007141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186"/>
  </w:style>
  <w:style w:type="paragraph" w:styleId="ListParagraph">
    <w:name w:val="List Paragraph"/>
    <w:basedOn w:val="Normal"/>
    <w:uiPriority w:val="34"/>
    <w:qFormat/>
    <w:rsid w:val="00586279"/>
    <w:pPr>
      <w:ind w:left="720"/>
      <w:contextualSpacing/>
    </w:pPr>
  </w:style>
  <w:style w:type="table" w:styleId="TableGrid">
    <w:name w:val="Table Grid"/>
    <w:basedOn w:val="TableNormal"/>
    <w:uiPriority w:val="59"/>
    <w:rsid w:val="00A36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0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00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41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186"/>
  </w:style>
  <w:style w:type="paragraph" w:styleId="Footer">
    <w:name w:val="footer"/>
    <w:basedOn w:val="Normal"/>
    <w:link w:val="FooterChar"/>
    <w:uiPriority w:val="99"/>
    <w:unhideWhenUsed/>
    <w:rsid w:val="007141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186"/>
  </w:style>
  <w:style w:type="paragraph" w:styleId="ListParagraph">
    <w:name w:val="List Paragraph"/>
    <w:basedOn w:val="Normal"/>
    <w:uiPriority w:val="34"/>
    <w:qFormat/>
    <w:rsid w:val="00586279"/>
    <w:pPr>
      <w:ind w:left="720"/>
      <w:contextualSpacing/>
    </w:pPr>
  </w:style>
  <w:style w:type="table" w:styleId="TableGrid">
    <w:name w:val="Table Grid"/>
    <w:basedOn w:val="TableNormal"/>
    <w:uiPriority w:val="59"/>
    <w:rsid w:val="00A36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0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96AA3-5724-4AC5-8D8C-673B5040E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108EE385</Template>
  <TotalTime>1</TotalTime>
  <Pages>2</Pages>
  <Words>273</Words>
  <Characters>1561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Brent DeRoest</dc:creator>
  <cp:lastModifiedBy>Nancy Lotze</cp:lastModifiedBy>
  <cp:revision>2</cp:revision>
  <cp:lastPrinted>2020-02-19T19:24:00Z</cp:lastPrinted>
  <dcterms:created xsi:type="dcterms:W3CDTF">2020-02-27T16:51:00Z</dcterms:created>
  <dcterms:modified xsi:type="dcterms:W3CDTF">2020-02-27T16:51:00Z</dcterms:modified>
</cp:coreProperties>
</file>